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E252C" w14:textId="67811942" w:rsidR="00903921" w:rsidRPr="00B64DD5" w:rsidRDefault="00A051B2" w:rsidP="00903921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Des</w:t>
      </w:r>
      <w:r w:rsidR="00EC6877">
        <w:rPr>
          <w:rFonts w:ascii="Arial" w:hAnsi="Arial"/>
          <w:b/>
        </w:rPr>
        <w:t>c</w:t>
      </w:r>
      <w:r>
        <w:rPr>
          <w:rFonts w:ascii="Arial" w:hAnsi="Arial"/>
          <w:b/>
        </w:rPr>
        <w:t>ription générale</w:t>
      </w:r>
    </w:p>
    <w:p w14:paraId="6D3A91D5" w14:textId="0FD11334" w:rsidR="00940EC6" w:rsidRPr="001200B9" w:rsidRDefault="007B7D5F" w:rsidP="00B86FCC">
      <w:pPr>
        <w:pStyle w:val="Bulleted1"/>
        <w:rPr>
          <w:rFonts w:ascii="Arial" w:hAnsi="Arial"/>
          <w:lang w:val="fr-BE"/>
        </w:rPr>
      </w:pPr>
      <w:r w:rsidRPr="001200B9">
        <w:rPr>
          <w:rFonts w:ascii="Arial" w:hAnsi="Arial"/>
          <w:lang w:val="fr-BE"/>
        </w:rPr>
        <w:t>l</w:t>
      </w:r>
      <w:r w:rsidR="0049050D" w:rsidRPr="001200B9">
        <w:rPr>
          <w:rFonts w:ascii="Arial" w:hAnsi="Arial"/>
          <w:lang w:val="fr-BE"/>
        </w:rPr>
        <w:t>’</w:t>
      </w:r>
      <w:r w:rsidR="00940EC6" w:rsidRPr="001200B9">
        <w:rPr>
          <w:rFonts w:ascii="Arial" w:hAnsi="Arial"/>
          <w:lang w:val="fr-BE"/>
        </w:rPr>
        <w:t>e</w:t>
      </w:r>
      <w:r w:rsidRPr="001200B9">
        <w:rPr>
          <w:rFonts w:ascii="Arial" w:hAnsi="Arial"/>
          <w:lang w:val="fr-BE"/>
        </w:rPr>
        <w:t>nsemble</w:t>
      </w:r>
      <w:r w:rsidR="00940EC6" w:rsidRPr="001200B9">
        <w:rPr>
          <w:rFonts w:ascii="Arial" w:hAnsi="Arial"/>
          <w:lang w:val="fr-BE"/>
        </w:rPr>
        <w:t xml:space="preserve"> </w:t>
      </w:r>
      <w:r w:rsidRPr="001200B9">
        <w:rPr>
          <w:rFonts w:ascii="Arial" w:hAnsi="Arial"/>
          <w:lang w:val="fr-BE"/>
        </w:rPr>
        <w:t>de la commande d’urinoir</w:t>
      </w:r>
      <w:r w:rsidR="00940EC6" w:rsidRPr="001200B9">
        <w:rPr>
          <w:rFonts w:ascii="Arial" w:hAnsi="Arial"/>
          <w:lang w:val="fr-BE"/>
        </w:rPr>
        <w:t xml:space="preserve"> </w:t>
      </w:r>
      <w:r w:rsidR="00B466C2" w:rsidRPr="001200B9">
        <w:rPr>
          <w:rFonts w:ascii="Arial" w:hAnsi="Arial"/>
          <w:lang w:val="fr-BE"/>
        </w:rPr>
        <w:t xml:space="preserve">est </w:t>
      </w:r>
      <w:r w:rsidR="003A0AB0" w:rsidRPr="001200B9">
        <w:rPr>
          <w:rFonts w:ascii="Arial" w:hAnsi="Arial"/>
          <w:lang w:val="fr-BE"/>
        </w:rPr>
        <w:t xml:space="preserve">installé </w:t>
      </w:r>
      <w:r w:rsidR="00763093" w:rsidRPr="001200B9">
        <w:rPr>
          <w:rFonts w:ascii="Arial" w:hAnsi="Arial"/>
          <w:lang w:val="fr-BE"/>
        </w:rPr>
        <w:t xml:space="preserve">dissimulé </w:t>
      </w:r>
      <w:r w:rsidR="006508CE">
        <w:rPr>
          <w:rFonts w:ascii="Arial" w:hAnsi="Arial"/>
          <w:lang w:val="fr-BE"/>
        </w:rPr>
        <w:t>(</w:t>
      </w:r>
      <w:r w:rsidR="001200B9" w:rsidRPr="001200B9">
        <w:rPr>
          <w:rFonts w:ascii="Arial" w:hAnsi="Arial"/>
          <w:lang w:val="fr-BE"/>
        </w:rPr>
        <w:t>en apparent</w:t>
      </w:r>
      <w:r w:rsidR="006508CE">
        <w:rPr>
          <w:rFonts w:ascii="Arial" w:hAnsi="Arial"/>
          <w:lang w:val="fr-BE"/>
        </w:rPr>
        <w:t>)</w:t>
      </w:r>
      <w:r w:rsidR="00940EC6" w:rsidRPr="001200B9">
        <w:rPr>
          <w:rFonts w:ascii="Arial" w:hAnsi="Arial"/>
          <w:lang w:val="fr-BE"/>
        </w:rPr>
        <w:t xml:space="preserve"> </w:t>
      </w:r>
      <w:r w:rsidR="001200B9" w:rsidRPr="001200B9">
        <w:rPr>
          <w:rFonts w:ascii="Arial" w:hAnsi="Arial"/>
          <w:lang w:val="fr-BE"/>
        </w:rPr>
        <w:t xml:space="preserve">derrière </w:t>
      </w:r>
      <w:r w:rsidR="001200B9">
        <w:rPr>
          <w:rFonts w:ascii="Arial" w:hAnsi="Arial"/>
          <w:lang w:val="fr-BE"/>
        </w:rPr>
        <w:t>l’</w:t>
      </w:r>
      <w:r w:rsidR="00940EC6" w:rsidRPr="001200B9">
        <w:rPr>
          <w:rFonts w:ascii="Arial" w:hAnsi="Arial"/>
          <w:lang w:val="fr-BE"/>
        </w:rPr>
        <w:t>urinoir</w:t>
      </w:r>
      <w:r w:rsidR="00671EEA" w:rsidRPr="001200B9">
        <w:rPr>
          <w:rFonts w:ascii="Arial" w:hAnsi="Arial"/>
          <w:lang w:val="fr-BE"/>
        </w:rPr>
        <w:t xml:space="preserve"> (</w:t>
      </w:r>
      <w:r w:rsidR="001200B9">
        <w:rPr>
          <w:rFonts w:ascii="Arial" w:hAnsi="Arial"/>
          <w:lang w:val="fr-BE"/>
        </w:rPr>
        <w:t xml:space="preserve">avec entrée </w:t>
      </w:r>
      <w:r w:rsidR="006508CE">
        <w:rPr>
          <w:rFonts w:ascii="Arial" w:hAnsi="Arial"/>
          <w:lang w:val="fr-BE"/>
        </w:rPr>
        <w:t xml:space="preserve">et sortie </w:t>
      </w:r>
      <w:r w:rsidR="00671EEA" w:rsidRPr="001200B9">
        <w:rPr>
          <w:rFonts w:ascii="Arial" w:hAnsi="Arial"/>
          <w:lang w:val="fr-BE"/>
        </w:rPr>
        <w:t>horizontale</w:t>
      </w:r>
      <w:r w:rsidR="006508CE">
        <w:rPr>
          <w:rFonts w:ascii="Arial" w:hAnsi="Arial"/>
          <w:lang w:val="fr-BE"/>
        </w:rPr>
        <w:t>s</w:t>
      </w:r>
      <w:r w:rsidR="00671EEA" w:rsidRPr="001200B9">
        <w:rPr>
          <w:rFonts w:ascii="Arial" w:hAnsi="Arial"/>
          <w:lang w:val="fr-BE"/>
        </w:rPr>
        <w:t>)</w:t>
      </w:r>
    </w:p>
    <w:p w14:paraId="08E4CED2" w14:textId="33802D01" w:rsidR="0022369B" w:rsidRPr="00B512B9" w:rsidRDefault="00F94770" w:rsidP="004F2018">
      <w:pPr>
        <w:pStyle w:val="Bulleted2"/>
        <w:rPr>
          <w:rFonts w:ascii="Arial" w:hAnsi="Arial"/>
          <w:lang w:val="fr-BE"/>
        </w:rPr>
      </w:pPr>
      <w:r w:rsidRPr="00B512B9">
        <w:rPr>
          <w:rFonts w:ascii="Arial" w:hAnsi="Arial"/>
          <w:lang w:val="fr-BE"/>
        </w:rPr>
        <w:t>la pièce</w:t>
      </w:r>
      <w:r w:rsidR="00B21C24" w:rsidRPr="00B512B9">
        <w:rPr>
          <w:rFonts w:ascii="Arial" w:hAnsi="Arial"/>
          <w:lang w:val="fr-BE"/>
        </w:rPr>
        <w:t xml:space="preserve"> d’arrivée d’eau pour le raccordement</w:t>
      </w:r>
      <w:r w:rsidR="00B512B9" w:rsidRPr="00B512B9">
        <w:rPr>
          <w:rFonts w:ascii="Arial" w:hAnsi="Arial"/>
          <w:lang w:val="fr-BE"/>
        </w:rPr>
        <w:t xml:space="preserve"> au tuyau d’alimentation en eau a une entrée</w:t>
      </w:r>
      <w:r w:rsidR="006508CE">
        <w:rPr>
          <w:rFonts w:ascii="Arial" w:hAnsi="Arial"/>
          <w:lang w:val="fr-BE"/>
        </w:rPr>
        <w:t xml:space="preserve"> en</w:t>
      </w:r>
      <w:r w:rsidR="00AA3690" w:rsidRPr="00B512B9">
        <w:rPr>
          <w:rFonts w:ascii="Arial" w:hAnsi="Arial"/>
          <w:lang w:val="fr-BE"/>
        </w:rPr>
        <w:t xml:space="preserve"> ½” e</w:t>
      </w:r>
      <w:r w:rsidR="00B512B9" w:rsidRPr="00B512B9">
        <w:rPr>
          <w:rFonts w:ascii="Arial" w:hAnsi="Arial"/>
          <w:lang w:val="fr-BE"/>
        </w:rPr>
        <w:t>t</w:t>
      </w:r>
      <w:r w:rsidR="00AA3690" w:rsidRPr="00B512B9">
        <w:rPr>
          <w:rFonts w:ascii="Arial" w:hAnsi="Arial"/>
          <w:lang w:val="fr-BE"/>
        </w:rPr>
        <w:t xml:space="preserve"> </w:t>
      </w:r>
      <w:r w:rsidR="00B512B9">
        <w:rPr>
          <w:rFonts w:ascii="Arial" w:hAnsi="Arial"/>
          <w:lang w:val="fr-BE"/>
        </w:rPr>
        <w:t>u</w:t>
      </w:r>
      <w:r w:rsidR="00AA3690" w:rsidRPr="00B512B9">
        <w:rPr>
          <w:rFonts w:ascii="Arial" w:hAnsi="Arial"/>
          <w:lang w:val="fr-BE"/>
        </w:rPr>
        <w:t>n</w:t>
      </w:r>
      <w:r w:rsidR="00B512B9">
        <w:rPr>
          <w:rFonts w:ascii="Arial" w:hAnsi="Arial"/>
          <w:lang w:val="fr-BE"/>
        </w:rPr>
        <w:t>e</w:t>
      </w:r>
      <w:r w:rsidR="00B77092">
        <w:rPr>
          <w:rFonts w:ascii="Arial" w:hAnsi="Arial"/>
          <w:lang w:val="fr-BE"/>
        </w:rPr>
        <w:t xml:space="preserve"> sortie </w:t>
      </w:r>
      <w:r w:rsidR="006508CE">
        <w:rPr>
          <w:rFonts w:ascii="Arial" w:hAnsi="Arial"/>
          <w:lang w:val="fr-BE"/>
        </w:rPr>
        <w:t>en</w:t>
      </w:r>
      <w:r w:rsidR="00AA3690" w:rsidRPr="00B512B9">
        <w:rPr>
          <w:rFonts w:ascii="Arial" w:hAnsi="Arial"/>
          <w:lang w:val="fr-BE"/>
        </w:rPr>
        <w:t xml:space="preserve"> ½” </w:t>
      </w:r>
      <w:r w:rsidR="00322138">
        <w:rPr>
          <w:rFonts w:ascii="Arial" w:hAnsi="Arial"/>
          <w:lang w:val="fr-BE"/>
        </w:rPr>
        <w:t>toutes deux avec filetage</w:t>
      </w:r>
      <w:r w:rsidR="0049180E">
        <w:rPr>
          <w:rFonts w:ascii="Arial" w:hAnsi="Arial"/>
          <w:lang w:val="fr-BE"/>
        </w:rPr>
        <w:t xml:space="preserve"> extérieur</w:t>
      </w:r>
      <w:r w:rsidR="00610B2D">
        <w:rPr>
          <w:rFonts w:ascii="Arial" w:hAnsi="Arial"/>
          <w:lang w:val="fr-BE"/>
        </w:rPr>
        <w:t>,</w:t>
      </w:r>
      <w:r w:rsidR="003A2C22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et </w:t>
      </w:r>
      <w:r w:rsidR="00733DC8">
        <w:rPr>
          <w:rFonts w:ascii="Arial" w:hAnsi="Arial"/>
          <w:lang w:val="fr-BE"/>
        </w:rPr>
        <w:t>est utilisée</w:t>
      </w:r>
      <w:r w:rsidR="00E72ABD">
        <w:rPr>
          <w:rFonts w:ascii="Arial" w:hAnsi="Arial"/>
          <w:lang w:val="fr-BE"/>
        </w:rPr>
        <w:t xml:space="preserve"> pour les </w:t>
      </w:r>
      <w:r w:rsidR="004848F4" w:rsidRPr="00B512B9">
        <w:rPr>
          <w:rFonts w:ascii="Arial" w:hAnsi="Arial"/>
          <w:lang w:val="fr-BE"/>
        </w:rPr>
        <w:t xml:space="preserve">urinoirs </w:t>
      </w:r>
      <w:r w:rsidR="00E72ABD">
        <w:rPr>
          <w:rFonts w:ascii="Arial" w:hAnsi="Arial"/>
          <w:lang w:val="fr-BE"/>
        </w:rPr>
        <w:t>avec un raccordement</w:t>
      </w:r>
      <w:r w:rsidR="004848F4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en </w:t>
      </w:r>
      <w:r w:rsidR="004848F4" w:rsidRPr="00B512B9">
        <w:rPr>
          <w:rFonts w:ascii="Arial" w:hAnsi="Arial"/>
          <w:lang w:val="fr-BE"/>
        </w:rPr>
        <w:t xml:space="preserve">½” </w:t>
      </w:r>
      <w:r w:rsidR="00E72ABD">
        <w:rPr>
          <w:rFonts w:ascii="Arial" w:hAnsi="Arial"/>
          <w:lang w:val="fr-BE"/>
        </w:rPr>
        <w:t>par l’arrière</w:t>
      </w:r>
    </w:p>
    <w:p w14:paraId="0285D53B" w14:textId="46D23A97" w:rsidR="00965105" w:rsidRPr="00FB20B0" w:rsidRDefault="00FA1E65" w:rsidP="00940EC6">
      <w:pPr>
        <w:pStyle w:val="Bulleted2"/>
        <w:rPr>
          <w:rFonts w:ascii="Arial" w:hAnsi="Arial"/>
          <w:lang w:val="fr-BE"/>
        </w:rPr>
      </w:pPr>
      <w:r w:rsidRPr="00FB20B0">
        <w:rPr>
          <w:rFonts w:ascii="Arial" w:hAnsi="Arial"/>
          <w:lang w:val="fr-BE"/>
        </w:rPr>
        <w:t>facultatif</w:t>
      </w:r>
      <w:r w:rsidR="00FB20B0" w:rsidRPr="00FB20B0">
        <w:rPr>
          <w:rFonts w:ascii="Arial" w:hAnsi="Arial"/>
          <w:lang w:val="fr-BE"/>
        </w:rPr>
        <w:t>, une pièce de transition en matière synthétique</w:t>
      </w:r>
      <w:r w:rsidR="00567E53" w:rsidRPr="00FB20B0">
        <w:rPr>
          <w:rFonts w:ascii="Arial" w:hAnsi="Arial"/>
          <w:lang w:val="fr-BE"/>
        </w:rPr>
        <w:t xml:space="preserve"> (</w:t>
      </w:r>
      <w:r w:rsidR="00F75114" w:rsidRPr="00FB20B0">
        <w:rPr>
          <w:rFonts w:ascii="Arial" w:hAnsi="Arial"/>
          <w:lang w:val="fr-BE"/>
        </w:rPr>
        <w:t xml:space="preserve">½” </w:t>
      </w:r>
      <w:r w:rsidR="00FB20B0" w:rsidRPr="00FB20B0">
        <w:rPr>
          <w:rFonts w:ascii="Arial" w:hAnsi="Arial"/>
          <w:lang w:val="fr-BE"/>
        </w:rPr>
        <w:t>filetage extérieur</w:t>
      </w:r>
      <w:r w:rsidR="004C4B7D" w:rsidRPr="00FB20B0">
        <w:rPr>
          <w:rFonts w:ascii="Arial" w:hAnsi="Arial"/>
          <w:lang w:val="fr-BE"/>
        </w:rPr>
        <w:t xml:space="preserve"> / EPDM </w:t>
      </w:r>
      <w:r w:rsidR="00FB20B0" w:rsidRPr="00FB20B0">
        <w:rPr>
          <w:rFonts w:ascii="Arial" w:hAnsi="Arial"/>
          <w:lang w:val="fr-BE"/>
        </w:rPr>
        <w:t xml:space="preserve">joint à </w:t>
      </w:r>
      <w:r w:rsidR="00FB20B0">
        <w:rPr>
          <w:rFonts w:ascii="Arial" w:hAnsi="Arial"/>
          <w:lang w:val="fr-BE"/>
        </w:rPr>
        <w:t>lèvres</w:t>
      </w:r>
      <w:r w:rsidR="004C4B7D" w:rsidRPr="00FB20B0">
        <w:rPr>
          <w:rFonts w:ascii="Arial" w:hAnsi="Arial"/>
          <w:lang w:val="fr-BE"/>
        </w:rPr>
        <w:t xml:space="preserve"> 32 mm</w:t>
      </w:r>
      <w:r w:rsidR="00567E53" w:rsidRPr="00FB20B0">
        <w:rPr>
          <w:rFonts w:ascii="Arial" w:hAnsi="Arial"/>
          <w:lang w:val="fr-BE"/>
        </w:rPr>
        <w:t>)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>est utilisée pour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 xml:space="preserve">les </w:t>
      </w:r>
      <w:r w:rsidR="00567E53" w:rsidRPr="00FB20B0">
        <w:rPr>
          <w:rFonts w:ascii="Arial" w:hAnsi="Arial"/>
          <w:lang w:val="fr-BE"/>
        </w:rPr>
        <w:t xml:space="preserve">urinoirs </w:t>
      </w:r>
      <w:r w:rsidR="006508CE">
        <w:rPr>
          <w:rFonts w:ascii="Arial" w:hAnsi="Arial"/>
          <w:lang w:val="fr-BE"/>
        </w:rPr>
        <w:t xml:space="preserve">ayant </w:t>
      </w:r>
      <w:r w:rsidR="00FB20B0">
        <w:rPr>
          <w:rFonts w:ascii="Arial" w:hAnsi="Arial"/>
          <w:lang w:val="fr-BE"/>
        </w:rPr>
        <w:t>avec une alimentation d’eau</w:t>
      </w:r>
      <w:r w:rsidR="00471EA9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avec manchon à emboîter</w:t>
      </w:r>
      <w:r w:rsidR="003A2C22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par l’arrière</w:t>
      </w:r>
    </w:p>
    <w:p w14:paraId="07F20EC0" w14:textId="128DAD0F" w:rsidR="002002B6" w:rsidRPr="007F464C" w:rsidRDefault="007F464C" w:rsidP="00940EC6">
      <w:pPr>
        <w:pStyle w:val="Bulleted2"/>
        <w:rPr>
          <w:rFonts w:ascii="Arial" w:hAnsi="Arial"/>
          <w:lang w:val="fr-BE"/>
        </w:rPr>
      </w:pPr>
      <w:r w:rsidRPr="007F464C">
        <w:rPr>
          <w:rFonts w:ascii="Arial" w:hAnsi="Arial"/>
          <w:lang w:val="fr-BE"/>
        </w:rPr>
        <w:t xml:space="preserve">une vanne magnétique est vissée entre l’entrée et la sortie de la </w:t>
      </w:r>
      <w:r>
        <w:rPr>
          <w:rFonts w:ascii="Arial" w:hAnsi="Arial"/>
          <w:lang w:val="fr-BE"/>
        </w:rPr>
        <w:t>pièce d’arrivée d’eau</w:t>
      </w:r>
    </w:p>
    <w:p w14:paraId="7BD57D76" w14:textId="1C65E43E" w:rsidR="005D5583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 xml:space="preserve">la vanne </w:t>
      </w:r>
      <w:r w:rsidR="005D5583" w:rsidRPr="0061229A">
        <w:rPr>
          <w:rFonts w:ascii="Arial" w:hAnsi="Arial"/>
          <w:lang w:val="fr-BE"/>
        </w:rPr>
        <w:t>magn</w:t>
      </w:r>
      <w:r w:rsidRPr="0061229A">
        <w:rPr>
          <w:rFonts w:ascii="Arial" w:hAnsi="Arial"/>
          <w:lang w:val="fr-BE"/>
        </w:rPr>
        <w:t>étique</w:t>
      </w:r>
      <w:r w:rsidR="005D5583" w:rsidRPr="0061229A">
        <w:rPr>
          <w:rFonts w:ascii="Arial" w:hAnsi="Arial"/>
          <w:lang w:val="fr-BE"/>
        </w:rPr>
        <w:t xml:space="preserve"> </w:t>
      </w:r>
      <w:r w:rsidRPr="0061229A">
        <w:rPr>
          <w:rFonts w:ascii="Arial" w:hAnsi="Arial"/>
          <w:lang w:val="fr-BE"/>
        </w:rPr>
        <w:t>est commandée par un m</w:t>
      </w:r>
      <w:r w:rsidR="00E321D3" w:rsidRPr="0061229A">
        <w:rPr>
          <w:rFonts w:ascii="Arial" w:hAnsi="Arial"/>
          <w:lang w:val="fr-BE"/>
        </w:rPr>
        <w:t>odule</w:t>
      </w:r>
      <w:r w:rsidRPr="0061229A">
        <w:rPr>
          <w:rFonts w:ascii="Arial" w:hAnsi="Arial"/>
          <w:lang w:val="fr-BE"/>
        </w:rPr>
        <w:t xml:space="preserve"> électronique</w:t>
      </w:r>
      <w:r w:rsidR="005532AD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>y compris l’alim</w:t>
      </w:r>
      <w:r>
        <w:rPr>
          <w:rFonts w:ascii="Arial" w:hAnsi="Arial"/>
          <w:lang w:val="fr-BE"/>
        </w:rPr>
        <w:t>entation électrique</w:t>
      </w:r>
      <w:r w:rsidR="005532AD" w:rsidRPr="0061229A">
        <w:rPr>
          <w:rFonts w:ascii="Arial" w:hAnsi="Arial"/>
          <w:lang w:val="fr-BE"/>
        </w:rPr>
        <w:t>,</w:t>
      </w:r>
      <w:r w:rsidR="007537FF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qui est fixé à la pièce d’arrivée d’eau</w:t>
      </w:r>
    </w:p>
    <w:p w14:paraId="397D7FF3" w14:textId="2A36EE13" w:rsidR="00B945F2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>les capteurs</w:t>
      </w:r>
      <w:r w:rsidR="00D42851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 xml:space="preserve">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t</w:t>
      </w:r>
      <w:r w:rsidR="00D42851" w:rsidRPr="0061229A">
        <w:rPr>
          <w:rFonts w:ascii="Arial" w:hAnsi="Arial"/>
          <w:lang w:val="fr-BE"/>
        </w:rPr>
        <w:t>emp</w:t>
      </w:r>
      <w:r w:rsidRPr="0061229A">
        <w:rPr>
          <w:rFonts w:ascii="Arial" w:hAnsi="Arial"/>
          <w:lang w:val="fr-BE"/>
        </w:rPr>
        <w:t>é</w:t>
      </w:r>
      <w:r w:rsidR="00D42851" w:rsidRPr="0061229A">
        <w:rPr>
          <w:rFonts w:ascii="Arial" w:hAnsi="Arial"/>
          <w:lang w:val="fr-BE"/>
        </w:rPr>
        <w:t>ratu</w:t>
      </w:r>
      <w:r w:rsidRPr="0061229A">
        <w:rPr>
          <w:rFonts w:ascii="Arial" w:hAnsi="Arial"/>
          <w:lang w:val="fr-BE"/>
        </w:rPr>
        <w:t xml:space="preserve">re et 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conducti</w:t>
      </w:r>
      <w:r>
        <w:rPr>
          <w:rFonts w:ascii="Arial" w:hAnsi="Arial"/>
          <w:lang w:val="fr-BE"/>
        </w:rPr>
        <w:t>vité</w:t>
      </w:r>
      <w:r w:rsidR="00D42851" w:rsidRPr="0061229A">
        <w:rPr>
          <w:rFonts w:ascii="Arial" w:hAnsi="Arial"/>
          <w:lang w:val="fr-BE"/>
        </w:rPr>
        <w:t>,</w:t>
      </w:r>
      <w:r w:rsidR="00B945F2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</w:t>
      </w:r>
      <w:r w:rsidR="00EF6260" w:rsidRPr="0061229A">
        <w:rPr>
          <w:rFonts w:ascii="Arial" w:hAnsi="Arial"/>
          <w:lang w:val="fr-BE"/>
        </w:rPr>
        <w:t xml:space="preserve"> module </w:t>
      </w:r>
      <w:r>
        <w:rPr>
          <w:rFonts w:ascii="Arial" w:hAnsi="Arial"/>
          <w:lang w:val="fr-BE"/>
        </w:rPr>
        <w:t>électronique sont situés dans le siphon d’</w:t>
      </w:r>
      <w:r w:rsidR="00EF6260" w:rsidRPr="0061229A">
        <w:rPr>
          <w:rFonts w:ascii="Arial" w:hAnsi="Arial"/>
          <w:lang w:val="fr-BE"/>
        </w:rPr>
        <w:t>urinoir</w:t>
      </w:r>
      <w:r w:rsidR="00DD3192" w:rsidRPr="0061229A">
        <w:rPr>
          <w:rFonts w:ascii="Arial" w:hAnsi="Arial"/>
          <w:lang w:val="fr-BE"/>
        </w:rPr>
        <w:t>,</w:t>
      </w:r>
      <w:r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>à</w:t>
      </w:r>
      <w:r>
        <w:rPr>
          <w:rFonts w:ascii="Arial" w:hAnsi="Arial"/>
          <w:lang w:val="fr-BE"/>
        </w:rPr>
        <w:t xml:space="preserve"> entrée et sortie</w:t>
      </w:r>
      <w:r w:rsidR="00DD3192" w:rsidRPr="0061229A">
        <w:rPr>
          <w:rFonts w:ascii="Arial" w:hAnsi="Arial"/>
          <w:lang w:val="fr-BE"/>
        </w:rPr>
        <w:t xml:space="preserve"> horizontale</w:t>
      </w:r>
      <w:r>
        <w:rPr>
          <w:rFonts w:ascii="Arial" w:hAnsi="Arial"/>
          <w:lang w:val="fr-BE"/>
        </w:rPr>
        <w:t>s</w:t>
      </w:r>
    </w:p>
    <w:p w14:paraId="1C93C271" w14:textId="718E00CC" w:rsidR="00297424" w:rsidRPr="00B64DD5" w:rsidRDefault="00297424" w:rsidP="00297424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5D2C69">
        <w:rPr>
          <w:rFonts w:ascii="Arial" w:hAnsi="Arial"/>
          <w:b/>
        </w:rPr>
        <w:t>é</w:t>
      </w:r>
      <w:r>
        <w:rPr>
          <w:rFonts w:ascii="Arial" w:hAnsi="Arial"/>
          <w:b/>
        </w:rPr>
        <w:t>ria</w:t>
      </w:r>
      <w:r w:rsidR="005D2C69">
        <w:rPr>
          <w:rFonts w:ascii="Arial" w:hAnsi="Arial"/>
          <w:b/>
        </w:rPr>
        <w:t>ux et caractéristiques</w:t>
      </w:r>
    </w:p>
    <w:p w14:paraId="6B971E53" w14:textId="60F93F51" w:rsidR="00B86FCC" w:rsidRPr="00981C24" w:rsidRDefault="00B86FCC" w:rsidP="00B86FCC">
      <w:pPr>
        <w:pStyle w:val="Titre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5D2C69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5D2C69">
        <w:rPr>
          <w:rFonts w:ascii="Arial" w:hAnsi="Arial"/>
          <w:b/>
          <w:u w:val="none"/>
        </w:rPr>
        <w:t>aux</w:t>
      </w:r>
    </w:p>
    <w:p w14:paraId="1F73359D" w14:textId="6E5878AF" w:rsidR="00F97930" w:rsidRPr="008978E5" w:rsidRDefault="008978E5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978E5">
        <w:rPr>
          <w:rFonts w:ascii="Arial" w:hAnsi="Arial"/>
          <w:lang w:val="fr-BE"/>
        </w:rPr>
        <w:t>la pièce d’entrée pour le raccordement à l’alimentation en eau est en laiton</w:t>
      </w:r>
    </w:p>
    <w:p w14:paraId="1EBC40E7" w14:textId="29089C84" w:rsidR="008101C0" w:rsidRPr="008978E5" w:rsidRDefault="008978E5" w:rsidP="00F97930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siphon d’urinoir est en matière </w:t>
      </w:r>
      <w:r>
        <w:rPr>
          <w:rFonts w:ascii="Arial" w:hAnsi="Arial"/>
          <w:lang w:val="fr-BE"/>
        </w:rPr>
        <w:t>synthétique</w:t>
      </w:r>
    </w:p>
    <w:p w14:paraId="21DC8B66" w14:textId="543ED40E" w:rsidR="00945AE1" w:rsidRPr="00981C24" w:rsidRDefault="005D2C69" w:rsidP="00945AE1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24DC86D9" w14:textId="14E1545A" w:rsidR="00297424" w:rsidRDefault="008978E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commande d’urinoir </w:t>
      </w:r>
      <w:r w:rsidR="00895D22">
        <w:rPr>
          <w:rFonts w:ascii="Arial" w:hAnsi="Arial"/>
        </w:rPr>
        <w:t>automati</w:t>
      </w:r>
      <w:r>
        <w:rPr>
          <w:rFonts w:ascii="Arial" w:hAnsi="Arial"/>
        </w:rPr>
        <w:t>que</w:t>
      </w:r>
    </w:p>
    <w:p w14:paraId="740430C4" w14:textId="2424425D" w:rsidR="00671254" w:rsidRPr="008978E5" w:rsidRDefault="008978E5" w:rsidP="00297424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capteur </w:t>
      </w:r>
      <w:r w:rsidR="00671254" w:rsidRPr="008978E5">
        <w:rPr>
          <w:rFonts w:ascii="Arial" w:hAnsi="Arial"/>
          <w:lang w:val="fr-BE"/>
        </w:rPr>
        <w:t xml:space="preserve">de </w:t>
      </w:r>
      <w:r w:rsidRPr="008978E5">
        <w:rPr>
          <w:rFonts w:ascii="Arial" w:hAnsi="Arial"/>
          <w:lang w:val="fr-BE"/>
        </w:rPr>
        <w:t xml:space="preserve">luminosité empêche l’ouverture de la vanne </w:t>
      </w:r>
      <w:r w:rsidR="00FF193F" w:rsidRPr="008978E5">
        <w:rPr>
          <w:rFonts w:ascii="Arial" w:hAnsi="Arial"/>
          <w:lang w:val="fr-BE"/>
        </w:rPr>
        <w:t>magnétique</w:t>
      </w:r>
      <w:r w:rsidRPr="008978E5">
        <w:rPr>
          <w:rFonts w:ascii="Arial" w:hAnsi="Arial"/>
          <w:lang w:val="fr-BE"/>
        </w:rPr>
        <w:t xml:space="preserve"> lors du démontage de l</w:t>
      </w:r>
      <w:r>
        <w:rPr>
          <w:rFonts w:ascii="Arial" w:hAnsi="Arial"/>
          <w:lang w:val="fr-BE"/>
        </w:rPr>
        <w:t>’</w:t>
      </w:r>
      <w:r w:rsidR="00671254" w:rsidRPr="008978E5">
        <w:rPr>
          <w:rFonts w:ascii="Arial" w:hAnsi="Arial"/>
          <w:lang w:val="fr-BE"/>
        </w:rPr>
        <w:t>urinoir</w:t>
      </w:r>
    </w:p>
    <w:p w14:paraId="52E9C614" w14:textId="6781C967" w:rsidR="00B82D54" w:rsidRPr="00F5793F" w:rsidRDefault="004331B0" w:rsidP="00A4780D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connexion sans fil possible v</w:t>
      </w:r>
      <w:r w:rsidR="00B82D54" w:rsidRPr="00F5793F">
        <w:rPr>
          <w:rFonts w:ascii="Arial" w:hAnsi="Arial"/>
          <w:lang w:val="fr-BE"/>
        </w:rPr>
        <w:t>ia Bluetooth</w:t>
      </w:r>
    </w:p>
    <w:p w14:paraId="721933DF" w14:textId="0BC86219" w:rsidR="00DE1C8C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>le fonctionnement avec rinçage à intervalles peut être réglé</w:t>
      </w:r>
    </w:p>
    <w:p w14:paraId="42CCF94B" w14:textId="10AC4AF8" w:rsidR="00B82D54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 xml:space="preserve">ajustement </w:t>
      </w:r>
      <w:r w:rsidR="00B82D54" w:rsidRPr="00F5793F">
        <w:rPr>
          <w:lang w:val="fr-BE"/>
        </w:rPr>
        <w:t>dynami</w:t>
      </w:r>
      <w:r w:rsidRPr="00F5793F">
        <w:rPr>
          <w:lang w:val="fr-BE"/>
        </w:rPr>
        <w:t>que</w:t>
      </w:r>
      <w:r w:rsidR="00B82D54" w:rsidRPr="00F5793F">
        <w:rPr>
          <w:lang w:val="fr-BE"/>
        </w:rPr>
        <w:t xml:space="preserve"> </w:t>
      </w:r>
      <w:r w:rsidRPr="00F5793F">
        <w:rPr>
          <w:lang w:val="fr-BE"/>
        </w:rPr>
        <w:t>du temps de rinçage</w:t>
      </w:r>
    </w:p>
    <w:p w14:paraId="4BE7E986" w14:textId="5A17B376" w:rsidR="009251DA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 xml:space="preserve">protection contre les coupures de courant </w:t>
      </w:r>
      <w:r w:rsidR="00646938" w:rsidRPr="00F5793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 xml:space="preserve">la vanne magnétique se ferme en cas de coupure de </w:t>
      </w:r>
      <w:r w:rsidR="006508CE">
        <w:rPr>
          <w:rFonts w:ascii="Arial" w:hAnsi="Arial"/>
          <w:lang w:val="fr-BE"/>
        </w:rPr>
        <w:t>l’alimentation électrique</w:t>
      </w:r>
    </w:p>
    <w:p w14:paraId="2549D475" w14:textId="7FEB74B9" w:rsidR="00646938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rinçage unique après activation de l’alimentation électrique</w:t>
      </w:r>
    </w:p>
    <w:bookmarkEnd w:id="1"/>
    <w:p w14:paraId="2DF7010C" w14:textId="164424D9" w:rsidR="00D85369" w:rsidRPr="00FD480B" w:rsidRDefault="00F5793F" w:rsidP="006222AA">
      <w:pPr>
        <w:pStyle w:val="Bulleted1"/>
        <w:rPr>
          <w:rFonts w:ascii="Arial" w:hAnsi="Arial"/>
        </w:rPr>
      </w:pPr>
      <w:r>
        <w:rPr>
          <w:rFonts w:ascii="Arial" w:hAnsi="Arial"/>
        </w:rPr>
        <w:t>résistant au</w:t>
      </w:r>
      <w:r w:rsidR="00FD480B" w:rsidRPr="00FD480B">
        <w:rPr>
          <w:rFonts w:ascii="Arial" w:hAnsi="Arial"/>
        </w:rPr>
        <w:t xml:space="preserve"> vandalisme</w:t>
      </w:r>
    </w:p>
    <w:p w14:paraId="77EFE812" w14:textId="4D20F2E5" w:rsidR="003A5000" w:rsidRPr="00981C24" w:rsidRDefault="0008753D" w:rsidP="003A5000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508CE" w14:paraId="261EFA80" w14:textId="77777777" w:rsidTr="00145383">
        <w:tc>
          <w:tcPr>
            <w:tcW w:w="9663" w:type="dxa"/>
          </w:tcPr>
          <w:p w14:paraId="49A6FC04" w14:textId="7C7DEE87" w:rsidR="00145383" w:rsidRPr="005E4F39" w:rsidRDefault="00DF0E8A" w:rsidP="00145383">
            <w:pPr>
              <w:rPr>
                <w:lang w:val="fr-BE"/>
              </w:rPr>
            </w:pPr>
            <w:r w:rsidRPr="005E4F39">
              <w:rPr>
                <w:lang w:val="fr-BE"/>
              </w:rPr>
              <w:t xml:space="preserve">Compact, </w:t>
            </w:r>
            <w:r w:rsidR="005E4F39" w:rsidRPr="005E4F39">
              <w:rPr>
                <w:lang w:val="fr-BE"/>
              </w:rPr>
              <w:t xml:space="preserve">il peut être installé derrière l’urinoir </w:t>
            </w:r>
            <w:r w:rsidR="005E4F39">
              <w:rPr>
                <w:lang w:val="fr-BE"/>
              </w:rPr>
              <w:t>de manière dissimulée</w:t>
            </w:r>
            <w:r w:rsidRPr="005E4F39">
              <w:rPr>
                <w:lang w:val="fr-BE"/>
              </w:rPr>
              <w:t>.</w:t>
            </w:r>
          </w:p>
        </w:tc>
      </w:tr>
      <w:tr w:rsidR="00145383" w:rsidRPr="006508CE" w14:paraId="04FFE4C3" w14:textId="77777777" w:rsidTr="00145383">
        <w:tc>
          <w:tcPr>
            <w:tcW w:w="9663" w:type="dxa"/>
          </w:tcPr>
          <w:p w14:paraId="0D7CBA33" w14:textId="1A7A4319" w:rsidR="00145383" w:rsidRPr="005E4F39" w:rsidRDefault="00145383" w:rsidP="00145383">
            <w:pPr>
              <w:rPr>
                <w:rFonts w:ascii="Arial" w:hAnsi="Arial"/>
                <w:lang w:val="fr-BE"/>
              </w:rPr>
            </w:pPr>
          </w:p>
        </w:tc>
      </w:tr>
    </w:tbl>
    <w:p w14:paraId="27041050" w14:textId="77777777" w:rsidR="00E301FE" w:rsidRPr="005E4F39" w:rsidRDefault="00E301FE">
      <w:pPr>
        <w:rPr>
          <w:lang w:val="fr-BE"/>
        </w:rPr>
      </w:pPr>
      <w:r w:rsidRPr="005E4F39">
        <w:rPr>
          <w:lang w:val="fr-BE"/>
        </w:rPr>
        <w:br w:type="page"/>
      </w:r>
    </w:p>
    <w:p w14:paraId="61F2A76D" w14:textId="79969DFC" w:rsidR="00E301FE" w:rsidRPr="00981C24" w:rsidRDefault="00612556" w:rsidP="00E301FE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F5B65F2" w14:textId="77777777" w:rsidTr="005F315D">
        <w:trPr>
          <w:trHeight w:val="80"/>
        </w:trPr>
        <w:tc>
          <w:tcPr>
            <w:tcW w:w="3685" w:type="dxa"/>
          </w:tcPr>
          <w:p w14:paraId="350DDCAF" w14:textId="6F148217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6FD8087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DCA27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74F2C3A7" w14:textId="77777777" w:rsidTr="005F315D">
        <w:tc>
          <w:tcPr>
            <w:tcW w:w="3685" w:type="dxa"/>
          </w:tcPr>
          <w:p w14:paraId="5062D113" w14:textId="5A4CADAD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9FBAFC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9332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CCB76A3" w14:textId="77777777" w:rsidTr="005F315D">
        <w:tc>
          <w:tcPr>
            <w:tcW w:w="3685" w:type="dxa"/>
          </w:tcPr>
          <w:p w14:paraId="2048D5B5" w14:textId="0969C724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53B33EF" w14:textId="77777777" w:rsidR="00E301FE" w:rsidRPr="002A1799" w:rsidRDefault="00E301FE" w:rsidP="00CC06A5"/>
        </w:tc>
        <w:tc>
          <w:tcPr>
            <w:tcW w:w="4961" w:type="dxa"/>
          </w:tcPr>
          <w:p w14:paraId="6B440D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6AB6198" w14:textId="77777777" w:rsidTr="005F315D">
        <w:tc>
          <w:tcPr>
            <w:tcW w:w="3685" w:type="dxa"/>
          </w:tcPr>
          <w:p w14:paraId="14931805" w14:textId="78D4F3B2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6A0D324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4E01E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2CA00F0" w14:textId="77777777" w:rsidTr="005F315D">
        <w:tc>
          <w:tcPr>
            <w:tcW w:w="3685" w:type="dxa"/>
          </w:tcPr>
          <w:p w14:paraId="17CBCEED" w14:textId="0E299C16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0CE114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C786BBC" w14:textId="734FED0B" w:rsidR="00E301FE" w:rsidRPr="005F38EA" w:rsidRDefault="0023648A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="00E301FE" w:rsidRPr="002A1799" w14:paraId="6739D265" w14:textId="77777777" w:rsidTr="005F315D">
        <w:tc>
          <w:tcPr>
            <w:tcW w:w="3685" w:type="dxa"/>
          </w:tcPr>
          <w:p w14:paraId="0A92BCF3" w14:textId="7D29224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3A676D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EEFBAC" w14:textId="2E0BAC79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="00E301FE"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14937497" w14:textId="77777777" w:rsidTr="005F315D">
        <w:tc>
          <w:tcPr>
            <w:tcW w:w="3685" w:type="dxa"/>
          </w:tcPr>
          <w:p w14:paraId="30494F86" w14:textId="09BC4BB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</w:t>
            </w:r>
            <w:r w:rsidR="00FF033F">
              <w:rPr>
                <w:rFonts w:ascii="Arial" w:hAnsi="Arial"/>
              </w:rPr>
              <w:t>ce</w:t>
            </w:r>
          </w:p>
        </w:tc>
        <w:tc>
          <w:tcPr>
            <w:tcW w:w="284" w:type="dxa"/>
          </w:tcPr>
          <w:p w14:paraId="077C919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E8F889" w14:textId="5FE2C4D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="00E301FE" w:rsidRPr="002A1799" w14:paraId="2815BD14" w14:textId="77777777" w:rsidTr="005F315D">
        <w:tc>
          <w:tcPr>
            <w:tcW w:w="3685" w:type="dxa"/>
          </w:tcPr>
          <w:p w14:paraId="77EC9001" w14:textId="7BFF7527" w:rsidR="00E301FE" w:rsidRPr="005F38EA" w:rsidRDefault="005A1D9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</w:t>
            </w:r>
            <w:r w:rsidR="00E301FE" w:rsidRPr="005F38EA">
              <w:rPr>
                <w:rFonts w:ascii="Arial" w:hAnsi="Arial"/>
              </w:rPr>
              <w:t>emp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ratur</w:t>
            </w:r>
            <w:r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l’eau</w:t>
            </w:r>
            <w:proofErr w:type="spellEnd"/>
          </w:p>
        </w:tc>
        <w:tc>
          <w:tcPr>
            <w:tcW w:w="284" w:type="dxa"/>
          </w:tcPr>
          <w:p w14:paraId="495D7DA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2AB7E37" w14:textId="1F76714E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01FE"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91E40E5" w14:textId="77777777" w:rsidTr="005F315D">
        <w:tc>
          <w:tcPr>
            <w:tcW w:w="3685" w:type="dxa"/>
          </w:tcPr>
          <w:p w14:paraId="65036B79" w14:textId="1E12BD42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5A1D9E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5A1D9E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14:paraId="4F3EFE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EB7B818" w14:textId="5BD55447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="00E301FE" w:rsidRPr="002A1799" w14:paraId="0C622FD9" w14:textId="77777777" w:rsidTr="005F315D">
        <w:tc>
          <w:tcPr>
            <w:tcW w:w="3685" w:type="dxa"/>
          </w:tcPr>
          <w:p w14:paraId="08AC524F" w14:textId="5E98EFE6" w:rsidR="00E301FE" w:rsidRPr="00AD5EDC" w:rsidRDefault="00AD5EDC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Rinçage par intervalles, plage d</w:t>
            </w:r>
            <w:r>
              <w:rPr>
                <w:rFonts w:ascii="Arial" w:hAnsi="Arial"/>
                <w:lang w:val="fr-BE"/>
              </w:rPr>
              <w:t xml:space="preserve">e </w:t>
            </w:r>
            <w:r w:rsidRPr="00593442">
              <w:rPr>
                <w:rFonts w:ascii="Arial" w:hAnsi="Arial"/>
                <w:lang w:val="fr-BE"/>
              </w:rPr>
              <w:t>réglage</w:t>
            </w:r>
          </w:p>
        </w:tc>
        <w:tc>
          <w:tcPr>
            <w:tcW w:w="284" w:type="dxa"/>
          </w:tcPr>
          <w:p w14:paraId="55DE4E4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C6CFE3C" w14:textId="3F9FD06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F23DB7">
              <w:rPr>
                <w:rFonts w:ascii="Arial" w:hAnsi="Arial"/>
              </w:rPr>
              <w:t>heures</w:t>
            </w:r>
          </w:p>
        </w:tc>
      </w:tr>
      <w:tr w:rsidR="00E301FE" w:rsidRPr="002A1799" w14:paraId="4EE78483" w14:textId="77777777" w:rsidTr="005F315D">
        <w:tc>
          <w:tcPr>
            <w:tcW w:w="3685" w:type="dxa"/>
          </w:tcPr>
          <w:p w14:paraId="2DD24876" w14:textId="2F3C47B3" w:rsidR="00E301FE" w:rsidRPr="007302AD" w:rsidRDefault="007302AD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7732AC4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8490E" w14:textId="4C63E493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14:paraId="22D37B1F" w14:textId="505D1B29" w:rsidR="008D0552" w:rsidRPr="00B64DD5" w:rsidRDefault="00016FF3" w:rsidP="008D0552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C84D48">
        <w:rPr>
          <w:rFonts w:ascii="Arial" w:hAnsi="Arial"/>
          <w:b/>
        </w:rPr>
        <w:t>ose</w:t>
      </w:r>
    </w:p>
    <w:p w14:paraId="26270C76" w14:textId="63D92283" w:rsidR="00C5116C" w:rsidRDefault="006B5C44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proofErr w:type="spellStart"/>
      <w:r>
        <w:rPr>
          <w:rFonts w:ascii="Arial" w:hAnsi="Arial"/>
        </w:rPr>
        <w:t>Suivant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directives</w:t>
      </w:r>
      <w:proofErr w:type="spellEnd"/>
      <w:r>
        <w:rPr>
          <w:rFonts w:ascii="Arial" w:hAnsi="Arial"/>
        </w:rPr>
        <w:t xml:space="preserve"> du </w:t>
      </w:r>
      <w:proofErr w:type="spellStart"/>
      <w:r w:rsidR="00016FF3">
        <w:rPr>
          <w:rFonts w:ascii="Arial" w:hAnsi="Arial"/>
        </w:rPr>
        <w:t>fabri</w:t>
      </w:r>
      <w:r>
        <w:rPr>
          <w:rFonts w:ascii="Arial" w:hAnsi="Arial"/>
        </w:rPr>
        <w:t>c</w:t>
      </w:r>
      <w:r w:rsidR="00016FF3">
        <w:rPr>
          <w:rFonts w:ascii="Arial" w:hAnsi="Arial"/>
        </w:rPr>
        <w:t>ant</w:t>
      </w:r>
      <w:proofErr w:type="spellEnd"/>
    </w:p>
    <w:p w14:paraId="4315C72F" w14:textId="7A90C3AA" w:rsidR="000C0EB2" w:rsidRPr="00B64DD5" w:rsidRDefault="00C84D48" w:rsidP="000C0EB2">
      <w:pPr>
        <w:pStyle w:val="Titre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Grilledutableau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9CD621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873862" w14:textId="34A4E40D" w:rsidR="00FB49FD" w:rsidRDefault="005532A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8AC711" w14:textId="270D5BF3" w:rsidR="00FB49FD" w:rsidRDefault="00061CF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03AB3F" w14:textId="5FA80BF0" w:rsidR="00FB49FD" w:rsidRDefault="00061CF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6BBA5EA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6654" w14:textId="77777777" w:rsidR="00DA4904" w:rsidRDefault="00DA4904">
      <w:r>
        <w:separator/>
      </w:r>
    </w:p>
  </w:endnote>
  <w:endnote w:type="continuationSeparator" w:id="0">
    <w:p w14:paraId="00D926E8" w14:textId="77777777" w:rsidR="00DA4904" w:rsidRDefault="00DA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C9FA0FB" w14:textId="77777777">
      <w:tc>
        <w:tcPr>
          <w:tcW w:w="3392" w:type="dxa"/>
        </w:tcPr>
        <w:p w14:paraId="648F7D9D" w14:textId="6E353B9C" w:rsidR="00E43D97" w:rsidRDefault="00E43D97" w:rsidP="00EC05E6">
          <w:pPr>
            <w:pStyle w:val="Pieddepage"/>
          </w:pPr>
          <w:proofErr w:type="spellStart"/>
          <w:r>
            <w:rPr>
              <w:rFonts w:ascii="Arial" w:hAnsi="Arial"/>
            </w:rPr>
            <w:t>versi</w:t>
          </w:r>
          <w:r w:rsidR="0008753D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FD2EE23" w14:textId="22933FB8" w:rsidR="00E43D97" w:rsidRDefault="00C84D48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0A06A975" w14:textId="77777777" w:rsidR="00E43D97" w:rsidRPr="00292A26" w:rsidRDefault="00E43D97" w:rsidP="00272819">
          <w:pPr>
            <w:pStyle w:val="Pieddepage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2EF8EDB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E7D0" w14:textId="77777777" w:rsidR="00DA4904" w:rsidRDefault="00DA4904">
      <w:r>
        <w:separator/>
      </w:r>
    </w:p>
  </w:footnote>
  <w:footnote w:type="continuationSeparator" w:id="0">
    <w:p w14:paraId="0612E562" w14:textId="77777777" w:rsidR="00DA4904" w:rsidRDefault="00DA4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F33A" w14:textId="031E5581" w:rsidR="00E43D97" w:rsidRPr="00596593" w:rsidRDefault="00046C90" w:rsidP="00080B0F">
    <w:pPr>
      <w:pStyle w:val="En-tte"/>
      <w:rPr>
        <w:rFonts w:ascii="Arial" w:hAnsi="Arial"/>
        <w:b/>
        <w:szCs w:val="24"/>
        <w:lang w:val="fr-BE"/>
      </w:rPr>
    </w:pPr>
    <w:r w:rsidRPr="00596593">
      <w:rPr>
        <w:rFonts w:ascii="Arial" w:hAnsi="Arial"/>
        <w:b/>
        <w:lang w:val="fr-BE"/>
      </w:rPr>
      <w:t xml:space="preserve">Commande d’urinoir </w:t>
    </w:r>
    <w:r w:rsidR="00E43D97" w:rsidRPr="00596593">
      <w:rPr>
        <w:rFonts w:ascii="Arial" w:hAnsi="Arial"/>
        <w:b/>
        <w:lang w:val="fr-BE"/>
      </w:rPr>
      <w:t>Geberit</w:t>
    </w:r>
    <w:r w:rsidR="00290CAC" w:rsidRPr="00596593">
      <w:rPr>
        <w:rFonts w:ascii="Arial" w:hAnsi="Arial"/>
        <w:b/>
        <w:lang w:val="fr-BE"/>
      </w:rPr>
      <w:t xml:space="preserve"> </w:t>
    </w:r>
    <w:r w:rsidR="00897A9E" w:rsidRPr="00596593">
      <w:rPr>
        <w:rFonts w:ascii="Arial" w:hAnsi="Arial"/>
        <w:b/>
        <w:lang w:val="fr-BE"/>
      </w:rPr>
      <w:t>avec</w:t>
    </w:r>
    <w:r w:rsidR="00E43D97" w:rsidRPr="00596593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BCDA60" w14:textId="3BC1B236" w:rsidR="00E43D97" w:rsidRPr="00596593" w:rsidRDefault="00596593" w:rsidP="00080B0F">
    <w:pPr>
      <w:pStyle w:val="En-tte"/>
      <w:rPr>
        <w:rFonts w:ascii="Arial" w:hAnsi="Arial"/>
        <w:b/>
        <w:lang w:val="fr-BE"/>
      </w:rPr>
    </w:pPr>
    <w:r w:rsidRPr="00596593">
      <w:rPr>
        <w:rFonts w:ascii="Arial" w:hAnsi="Arial"/>
        <w:b/>
        <w:lang w:val="fr-BE"/>
      </w:rPr>
      <w:t>déclenchement électronique du rinçage</w:t>
    </w:r>
    <w:r w:rsidR="00D35287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br/>
    </w:r>
    <w:r w:rsidR="00A051B2">
      <w:rPr>
        <w:rFonts w:ascii="Arial" w:hAnsi="Arial"/>
        <w:b/>
        <w:lang w:val="fr-BE"/>
      </w:rPr>
      <w:t>alimentation par le réseau</w:t>
    </w:r>
    <w:r w:rsidR="006D28E5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</w:t>
    </w:r>
    <w:r w:rsidR="006D28E5" w:rsidRPr="00596593">
      <w:rPr>
        <w:rFonts w:ascii="Arial" w:hAnsi="Arial"/>
        <w:b/>
        <w:lang w:val="fr-BE"/>
      </w:rPr>
      <w:t>p</w:t>
    </w:r>
    <w:r>
      <w:rPr>
        <w:rFonts w:ascii="Arial" w:hAnsi="Arial"/>
        <w:b/>
        <w:lang w:val="fr-BE"/>
      </w:rPr>
      <w:t>parente</w:t>
    </w:r>
    <w:r w:rsidR="006D28E5" w:rsidRPr="00596593">
      <w:rPr>
        <w:rFonts w:ascii="Arial" w:hAnsi="Arial"/>
        <w:b/>
        <w:lang w:val="fr-BE"/>
      </w:rPr>
      <w:t>,</w:t>
    </w:r>
    <w:r>
      <w:rPr>
        <w:rFonts w:ascii="Arial" w:hAnsi="Arial"/>
        <w:b/>
        <w:lang w:val="fr-BE"/>
      </w:rPr>
      <w:t xml:space="preserve"> dissimulée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Titre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C90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1A47"/>
    <w:rsid w:val="00084684"/>
    <w:rsid w:val="00085A0C"/>
    <w:rsid w:val="00086176"/>
    <w:rsid w:val="0008753D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0B9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2C10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2138"/>
    <w:rsid w:val="00323382"/>
    <w:rsid w:val="00325268"/>
    <w:rsid w:val="00326BC3"/>
    <w:rsid w:val="00327981"/>
    <w:rsid w:val="00327D81"/>
    <w:rsid w:val="00332202"/>
    <w:rsid w:val="00333378"/>
    <w:rsid w:val="003354F2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0AB0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1B0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50D"/>
    <w:rsid w:val="00490986"/>
    <w:rsid w:val="0049180E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6593"/>
    <w:rsid w:val="005A10A7"/>
    <w:rsid w:val="005A1279"/>
    <w:rsid w:val="005A134F"/>
    <w:rsid w:val="005A1D9E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2C69"/>
    <w:rsid w:val="005D5583"/>
    <w:rsid w:val="005D703C"/>
    <w:rsid w:val="005D7C6A"/>
    <w:rsid w:val="005D7E31"/>
    <w:rsid w:val="005E03E4"/>
    <w:rsid w:val="005E10A0"/>
    <w:rsid w:val="005E112D"/>
    <w:rsid w:val="005E4015"/>
    <w:rsid w:val="005E4F39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0B2D"/>
    <w:rsid w:val="006115CF"/>
    <w:rsid w:val="0061229A"/>
    <w:rsid w:val="00612556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8CE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5C44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02AD"/>
    <w:rsid w:val="00733DC8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093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5F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64C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978E5"/>
    <w:rsid w:val="00897A9E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51B2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D5EDC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24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66C2"/>
    <w:rsid w:val="00B512B9"/>
    <w:rsid w:val="00B514E9"/>
    <w:rsid w:val="00B63607"/>
    <w:rsid w:val="00B63945"/>
    <w:rsid w:val="00B63D1F"/>
    <w:rsid w:val="00B64DD5"/>
    <w:rsid w:val="00B651B4"/>
    <w:rsid w:val="00B75CDA"/>
    <w:rsid w:val="00B76398"/>
    <w:rsid w:val="00B77092"/>
    <w:rsid w:val="00B77A69"/>
    <w:rsid w:val="00B82D54"/>
    <w:rsid w:val="00B8305A"/>
    <w:rsid w:val="00B857EC"/>
    <w:rsid w:val="00B86FCC"/>
    <w:rsid w:val="00B9263D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2C7"/>
    <w:rsid w:val="00C74455"/>
    <w:rsid w:val="00C77587"/>
    <w:rsid w:val="00C77E56"/>
    <w:rsid w:val="00C84D48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4904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2ABD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6877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3DB7"/>
    <w:rsid w:val="00F27C04"/>
    <w:rsid w:val="00F3031A"/>
    <w:rsid w:val="00F30601"/>
    <w:rsid w:val="00F3156A"/>
    <w:rsid w:val="00F34754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93F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770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20B0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033F"/>
    <w:rsid w:val="00FF1090"/>
    <w:rsid w:val="00FF193F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Titre1">
    <w:name w:val="heading 1"/>
    <w:basedOn w:val="Normal"/>
    <w:next w:val="Normal"/>
    <w:link w:val="Titre1C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Titre2">
    <w:name w:val="heading 2"/>
    <w:basedOn w:val="Titre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Titre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Pieddepage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Titre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Titre1Car">
    <w:name w:val="Titre 1 Car"/>
    <w:link w:val="Titre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Grilledutableau">
    <w:name w:val="Table Grid"/>
    <w:basedOn w:val="Tableau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E34401E-7459-4880-B375-5F846FC0B874}"/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2</Pages>
  <Words>338</Words>
  <Characters>1860</Characters>
  <Application>Microsoft Office Word</Application>
  <DocSecurity>0</DocSecurity>
  <Lines>15</Lines>
  <Paragraphs>4</Paragraphs>
  <ScaleCrop>false</ScaleCrop>
  <Company>Geberit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Fabian Vignery</cp:lastModifiedBy>
  <cp:revision>93</cp:revision>
  <cp:lastPrinted>2011-12-15T11:32:00Z</cp:lastPrinted>
  <dcterms:created xsi:type="dcterms:W3CDTF">2023-02-24T08:28:00Z</dcterms:created>
  <dcterms:modified xsi:type="dcterms:W3CDTF">2023-09-29T07:16:00Z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